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324079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Burch Middle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054406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324079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324079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35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324079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62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324079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35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324079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56.5%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68.6%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31.4%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324079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91.4%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324079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324079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2.9%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324079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5.7%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324079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324079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31.4%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324079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11.4%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42.9%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324079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22.9%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37.1%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11.4%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11.4%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24079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65.7%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324079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32407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94.3%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32407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2.9%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32407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2.9%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71.4%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8.6%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2.9%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324079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440" w:type="dxa"/>
          </w:tcPr>
          <w:p w:rsidR="009B797D" w:rsidRPr="00797E2A" w:rsidRDefault="00324079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11.4%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440" w:type="dxa"/>
          </w:tcPr>
          <w:p w:rsidR="008B42CE" w:rsidRPr="00797E2A" w:rsidRDefault="00324079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40" w:type="dxa"/>
          </w:tcPr>
          <w:p w:rsidR="008B42CE" w:rsidRPr="00797E2A" w:rsidRDefault="0032407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34.3%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40" w:type="dxa"/>
          </w:tcPr>
          <w:p w:rsidR="00ED0933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37.1%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889" w:type="pct"/>
          </w:tcPr>
          <w:p w:rsidR="004206F3" w:rsidRPr="000B28B6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71.4%</w:t>
            </w:r>
          </w:p>
        </w:tc>
        <w:tc>
          <w:tcPr>
            <w:tcW w:w="1011" w:type="pct"/>
          </w:tcPr>
          <w:p w:rsidR="004206F3" w:rsidRPr="000B28B6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25.7%</w:t>
            </w:r>
          </w:p>
        </w:tc>
        <w:tc>
          <w:tcPr>
            <w:tcW w:w="889" w:type="pct"/>
          </w:tcPr>
          <w:p w:rsidR="004206F3" w:rsidRPr="000B28B6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71.4%</w:t>
            </w:r>
          </w:p>
        </w:tc>
        <w:tc>
          <w:tcPr>
            <w:tcW w:w="1011" w:type="pct"/>
          </w:tcPr>
          <w:p w:rsidR="004206F3" w:rsidRPr="000B28B6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2.9%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40.0%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8.6%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2250" w:type="dxa"/>
            <w:noWrap/>
          </w:tcPr>
          <w:p w:rsidR="004206F3" w:rsidRPr="00797E2A" w:rsidRDefault="00324079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8.6%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28.6%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22.9%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11.4%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8.6%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8.6%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8.6%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370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5.7%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2.9%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24079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22.9%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8.6%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24079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54.3%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54.3%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8.6%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65.7%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324079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5.7%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65.7%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25.7%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324079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2.9%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079" w:rsidRDefault="00324079" w:rsidP="0035328A">
      <w:pPr>
        <w:spacing w:after="0" w:line="240" w:lineRule="auto"/>
      </w:pPr>
      <w:r>
        <w:separator/>
      </w:r>
    </w:p>
  </w:endnote>
  <w:endnote w:type="continuationSeparator" w:id="0">
    <w:p w:rsidR="00324079" w:rsidRDefault="0032407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324079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079" w:rsidRDefault="00324079" w:rsidP="0035328A">
      <w:pPr>
        <w:spacing w:after="0" w:line="240" w:lineRule="auto"/>
      </w:pPr>
      <w:r>
        <w:separator/>
      </w:r>
    </w:p>
  </w:footnote>
  <w:footnote w:type="continuationSeparator" w:id="0">
    <w:p w:rsidR="00324079" w:rsidRDefault="0032407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79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24079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A5F8D772-D3B9-4948-94AD-45C7BC1EF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A66F-220F-48D4-887D-91C7CF12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